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FD3" w:rsidRDefault="00C85FD3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C85FD3" w:rsidRPr="00F87FBB" w:rsidRDefault="00C85FD3" w:rsidP="00F87FBB">
      <w:pPr>
        <w:rPr>
          <w:rFonts w:ascii="Arial" w:hAnsi="Arial" w:cs="Arial"/>
          <w:b/>
          <w:sz w:val="28"/>
          <w:szCs w:val="28"/>
        </w:rPr>
      </w:pPr>
    </w:p>
    <w:p w:rsidR="00C85FD3" w:rsidRPr="00F87FBB" w:rsidRDefault="00C85FD3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Academy Name: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chool: </w:t>
      </w:r>
    </w:p>
    <w:p w:rsidR="00C85FD3" w:rsidRPr="00F87FBB" w:rsidRDefault="00C85FD3" w:rsidP="00C56339">
      <w:pPr>
        <w:jc w:val="center"/>
        <w:rPr>
          <w:rFonts w:ascii="Arial" w:hAnsi="Arial" w:cs="Arial"/>
          <w:b/>
        </w:rPr>
      </w:pPr>
    </w:p>
    <w:p w:rsidR="00C85FD3" w:rsidRDefault="00C85FD3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C85FD3" w:rsidRPr="00F87FBB" w:rsidTr="00D90D02">
        <w:trPr>
          <w:trHeight w:val="279"/>
        </w:trPr>
        <w:tc>
          <w:tcPr>
            <w:tcW w:w="1317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 xml:space="preserve">Integrated Unit Plan Title:  </w:t>
            </w:r>
            <w:r>
              <w:rPr>
                <w:rFonts w:ascii="Arial" w:hAnsi="Arial" w:cs="Arial"/>
              </w:rPr>
              <w:t>The Great Gatsby</w:t>
            </w:r>
          </w:p>
        </w:tc>
      </w:tr>
      <w:tr w:rsidR="00C85FD3" w:rsidRPr="00F87FBB" w:rsidTr="00D90D02">
        <w:trPr>
          <w:trHeight w:val="277"/>
        </w:trPr>
        <w:tc>
          <w:tcPr>
            <w:tcW w:w="1317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Courses to integrate:</w:t>
            </w:r>
            <w:r>
              <w:rPr>
                <w:rFonts w:ascii="Arial" w:hAnsi="Arial" w:cs="Arial"/>
              </w:rPr>
              <w:t xml:space="preserve"> Drafting and Design II and English III</w:t>
            </w:r>
          </w:p>
        </w:tc>
      </w:tr>
      <w:tr w:rsidR="00C85FD3" w:rsidRPr="00F87FBB" w:rsidTr="00D90D02">
        <w:trPr>
          <w:trHeight w:val="277"/>
        </w:trPr>
        <w:tc>
          <w:tcPr>
            <w:tcW w:w="1317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Grade Level:</w:t>
            </w:r>
            <w:r>
              <w:rPr>
                <w:rFonts w:ascii="Arial" w:hAnsi="Arial" w:cs="Arial"/>
              </w:rPr>
              <w:t xml:space="preserve"> 11th</w:t>
            </w:r>
          </w:p>
        </w:tc>
      </w:tr>
      <w:tr w:rsidR="00C85FD3" w:rsidRPr="00F87FBB" w:rsidTr="00D90D02">
        <w:trPr>
          <w:trHeight w:val="277"/>
        </w:trPr>
        <w:tc>
          <w:tcPr>
            <w:tcW w:w="1317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Timeline &amp; Duration:</w:t>
            </w:r>
            <w:r>
              <w:rPr>
                <w:rFonts w:ascii="Arial" w:hAnsi="Arial" w:cs="Arial"/>
              </w:rPr>
              <w:t xml:space="preserve"> 3weeks</w:t>
            </w:r>
          </w:p>
        </w:tc>
      </w:tr>
    </w:tbl>
    <w:p w:rsidR="00C85FD3" w:rsidRPr="00F87FBB" w:rsidRDefault="00C85FD3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76"/>
      </w:tblGrid>
      <w:tr w:rsidR="00C85FD3" w:rsidRPr="00F87FBB" w:rsidTr="00D90D02">
        <w:tc>
          <w:tcPr>
            <w:tcW w:w="1317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 xml:space="preserve">Unit Summary:  </w:t>
            </w:r>
          </w:p>
          <w:p w:rsidR="00C85FD3" w:rsidRPr="00D90D02" w:rsidRDefault="00C85FD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are to design a period car based on the novel “The Great Gatsby”.</w:t>
            </w:r>
          </w:p>
        </w:tc>
      </w:tr>
    </w:tbl>
    <w:p w:rsidR="00C85FD3" w:rsidRDefault="00C85FD3" w:rsidP="00C56339">
      <w:pPr>
        <w:jc w:val="center"/>
        <w:rPr>
          <w:rFonts w:ascii="Arial" w:hAnsi="Arial" w:cs="Arial"/>
        </w:rPr>
      </w:pPr>
    </w:p>
    <w:p w:rsidR="00C85FD3" w:rsidRDefault="00C85FD3" w:rsidP="00C56339">
      <w:pPr>
        <w:jc w:val="center"/>
        <w:rPr>
          <w:rFonts w:ascii="Arial" w:hAnsi="Arial" w:cs="Arial"/>
        </w:rPr>
      </w:pPr>
    </w:p>
    <w:p w:rsidR="00C85FD3" w:rsidRDefault="00C85FD3" w:rsidP="00C5633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2635"/>
        <w:gridCol w:w="2635"/>
        <w:gridCol w:w="2635"/>
        <w:gridCol w:w="2636"/>
      </w:tblGrid>
      <w:tr w:rsidR="00C85FD3" w:rsidTr="00D90D02">
        <w:tc>
          <w:tcPr>
            <w:tcW w:w="13176" w:type="dxa"/>
            <w:gridSpan w:val="5"/>
            <w:shd w:val="clear" w:color="auto" w:fill="E0E0E0"/>
            <w:vAlign w:val="center"/>
          </w:tcPr>
          <w:p w:rsidR="00C85FD3" w:rsidRPr="00D90D02" w:rsidRDefault="00C85FD3" w:rsidP="00D90D02">
            <w:pPr>
              <w:jc w:val="center"/>
              <w:rPr>
                <w:rFonts w:ascii="Arial" w:hAnsi="Arial" w:cs="Arial"/>
                <w:b/>
              </w:rPr>
            </w:pPr>
            <w:r w:rsidRPr="00D90D02">
              <w:rPr>
                <w:rFonts w:ascii="Arial" w:hAnsi="Arial" w:cs="Arial"/>
                <w:b/>
              </w:rPr>
              <w:t>Overview of Activities/Lessons per Course</w:t>
            </w:r>
          </w:p>
          <w:p w:rsidR="00C85FD3" w:rsidRPr="00D90D02" w:rsidRDefault="00C85FD3" w:rsidP="00D90D0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85FD3" w:rsidTr="00D90D02"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Course</w:t>
            </w:r>
          </w:p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III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Drafting and Design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</w:tr>
      <w:tr w:rsidR="00C85FD3" w:rsidTr="00D90D02">
        <w:trPr>
          <w:trHeight w:val="878"/>
        </w:trPr>
        <w:tc>
          <w:tcPr>
            <w:tcW w:w="2635" w:type="dxa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Read the Great Gatsby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 a set of designs for an automobile from the time the novel is set in.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</w:tr>
      <w:tr w:rsidR="00C85FD3" w:rsidTr="00D90D02">
        <w:trPr>
          <w:trHeight w:val="879"/>
        </w:trPr>
        <w:tc>
          <w:tcPr>
            <w:tcW w:w="2635" w:type="dxa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  <w:r w:rsidRPr="00D90D02"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  <w:tc>
          <w:tcPr>
            <w:tcW w:w="2636" w:type="dxa"/>
            <w:vAlign w:val="center"/>
          </w:tcPr>
          <w:p w:rsidR="00C85FD3" w:rsidRPr="00D90D02" w:rsidRDefault="00C85FD3" w:rsidP="00C56339">
            <w:pPr>
              <w:rPr>
                <w:rFonts w:ascii="Arial" w:hAnsi="Arial" w:cs="Arial"/>
              </w:rPr>
            </w:pPr>
          </w:p>
        </w:tc>
      </w:tr>
    </w:tbl>
    <w:p w:rsidR="00C85FD3" w:rsidRDefault="00C85FD3" w:rsidP="00F87FBB">
      <w:pPr>
        <w:jc w:val="center"/>
      </w:pPr>
    </w:p>
    <w:p w:rsidR="00C85FD3" w:rsidRDefault="00C85FD3" w:rsidP="00F87FBB">
      <w:pPr>
        <w:ind w:hanging="720"/>
        <w:rPr>
          <w:color w:val="000000"/>
          <w:sz w:val="28"/>
        </w:rPr>
      </w:pPr>
    </w:p>
    <w:p w:rsidR="00C85FD3" w:rsidRPr="00BD696A" w:rsidRDefault="00C85FD3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English III________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C85FD3" w:rsidRPr="00BD696A" w:rsidRDefault="00C85FD3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C85FD3" w:rsidRPr="00BD696A">
        <w:tc>
          <w:tcPr>
            <w:tcW w:w="13248" w:type="dxa"/>
          </w:tcPr>
          <w:p w:rsidR="00C85FD3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Type"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C85FD3" w:rsidRPr="00BD696A" w:rsidRDefault="00C85FD3" w:rsidP="00000FFE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 LA 1112.2.1.2; LA 1112.2.1.4; LA 1112.2.1.8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Teacher will introduce the novel with an overview of the author and the era.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>
              <w:rPr>
                <w:rFonts w:ascii="Arial" w:hAnsi="Arial" w:cs="Arial"/>
                <w:b/>
                <w:color w:val="000000"/>
              </w:rPr>
              <w:t xml:space="preserve">  Students will read the novel over a  4 – 5 week timeframe and demonstrate competency  of the literary elements as well as the thematic dynamics and overview of the characteristics/attributes of the era (Prohibition,  music, fashion, automobiles, sports, other trends and people)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>
              <w:rPr>
                <w:rFonts w:ascii="Arial" w:hAnsi="Arial" w:cs="Arial"/>
                <w:b/>
                <w:color w:val="000000"/>
              </w:rPr>
              <w:t xml:space="preserve">  Students in need of accommodations will be given extra time to complete assignments and/or will coupled with a Support Facilitator who will provide additional accommodations including alternate assessment/s.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Default="00C85FD3" w:rsidP="00425D1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Pr="00411A5F">
              <w:rPr>
                <w:rFonts w:ascii="Arial" w:hAnsi="Arial" w:cs="Arial"/>
                <w:b/>
                <w:color w:val="000000"/>
              </w:rPr>
              <w:t xml:space="preserve"> Assessments will include quizzes, tests (open and closed book), project activities </w:t>
            </w:r>
          </w:p>
          <w:p w:rsidR="00C85FD3" w:rsidRPr="00BD696A" w:rsidRDefault="00C85FD3" w:rsidP="00425D1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b/>
                <w:color w:val="000000"/>
              </w:rPr>
              <w:t xml:space="preserve">  4 - 5 weeks</w:t>
            </w:r>
          </w:p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>
              <w:rPr>
                <w:rFonts w:ascii="Arial" w:hAnsi="Arial" w:cs="Arial"/>
                <w:b/>
                <w:color w:val="000000"/>
              </w:rPr>
              <w:t>jump drive to save any work associated with this module</w:t>
            </w:r>
          </w:p>
          <w:p w:rsidR="00C85FD3" w:rsidRPr="00BD696A" w:rsidRDefault="00C85FD3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C85FD3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 novel, teacher-made and supplemental background and integrated handouts, teacher-generated and internet quizzes and tests; internet access</w:t>
            </w:r>
          </w:p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>
        <w:tc>
          <w:tcPr>
            <w:tcW w:w="13248" w:type="dxa"/>
          </w:tcPr>
          <w:p w:rsidR="00C85FD3" w:rsidRPr="00BD696A" w:rsidRDefault="00C85FD3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C85FD3" w:rsidRPr="00BD696A" w:rsidRDefault="00C85FD3" w:rsidP="00BD696A">
            <w:pPr>
              <w:rPr>
                <w:rFonts w:ascii="Arial" w:hAnsi="Arial" w:cs="Arial"/>
              </w:rPr>
            </w:pPr>
          </w:p>
        </w:tc>
      </w:tr>
    </w:tbl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Default="00C85FD3" w:rsidP="00F87FBB"/>
    <w:p w:rsidR="00C85FD3" w:rsidRPr="00BD696A" w:rsidRDefault="00C85FD3" w:rsidP="00BD696A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</w:t>
      </w:r>
      <w:r>
        <w:rPr>
          <w:rFonts w:ascii="Arial" w:hAnsi="Arial" w:cs="Arial"/>
          <w:b/>
          <w:color w:val="000000"/>
          <w:sz w:val="28"/>
        </w:rPr>
        <w:t>Drafting and Design II</w:t>
      </w:r>
      <w:r w:rsidRPr="00BD696A">
        <w:rPr>
          <w:rFonts w:ascii="Arial" w:hAnsi="Arial" w:cs="Arial"/>
          <w:b/>
          <w:color w:val="000000"/>
          <w:sz w:val="28"/>
        </w:rPr>
        <w:t>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C85FD3" w:rsidRPr="00BD696A" w:rsidRDefault="00C85FD3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C85FD3" w:rsidRPr="00BD696A">
        <w:tc>
          <w:tcPr>
            <w:tcW w:w="13248" w:type="dxa"/>
          </w:tcPr>
          <w:p w:rsidR="00C85FD3" w:rsidRDefault="00C85FD3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Type"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C85FD3" w:rsidRPr="00BD696A" w:rsidRDefault="00C85FD3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B: 06.01, 06.02, 06.03, 06.04, 09.03, 09.04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Go over working drawing requirements as well give a lesson on car designs during the “Jazz age”.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Create a period based design for a car.  Provide a complete set of working drawings.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Assign a elbow partner and extended time as needed.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Student work.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 weeks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C85FD3" w:rsidRPr="00BD696A" w:rsidRDefault="00C85FD3" w:rsidP="00BD696A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</w:rPr>
              <w:t>Computers with 3D software, engineering notebook, pencils</w:t>
            </w:r>
          </w:p>
        </w:tc>
      </w:tr>
      <w:tr w:rsidR="00C85FD3">
        <w:tc>
          <w:tcPr>
            <w:tcW w:w="13248" w:type="dxa"/>
          </w:tcPr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C85FD3" w:rsidRPr="00BD696A" w:rsidRDefault="00C85FD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The Novel Great Gatsby, and a computer with internet connectection.</w:t>
            </w:r>
          </w:p>
        </w:tc>
      </w:tr>
      <w:tr w:rsidR="00C85FD3">
        <w:tc>
          <w:tcPr>
            <w:tcW w:w="13248" w:type="dxa"/>
          </w:tcPr>
          <w:p w:rsidR="00C85FD3" w:rsidRPr="00BD696A" w:rsidRDefault="00C85FD3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  <w:r>
              <w:rPr>
                <w:rFonts w:ascii="Arial" w:hAnsi="Arial" w:cs="Arial"/>
              </w:rPr>
              <w:t xml:space="preserve"> None</w:t>
            </w:r>
          </w:p>
          <w:p w:rsidR="00C85FD3" w:rsidRPr="00BD696A" w:rsidRDefault="00C85FD3" w:rsidP="00BD696A">
            <w:pPr>
              <w:rPr>
                <w:rFonts w:ascii="Arial" w:hAnsi="Arial" w:cs="Arial"/>
              </w:rPr>
            </w:pPr>
          </w:p>
        </w:tc>
      </w:tr>
    </w:tbl>
    <w:p w:rsidR="00C85FD3" w:rsidRDefault="00C85FD3" w:rsidP="00BD696A">
      <w:r>
        <w:tab/>
      </w:r>
    </w:p>
    <w:p w:rsidR="00C85FD3" w:rsidRPr="00BD696A" w:rsidRDefault="00C85FD3" w:rsidP="005F2A7D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____________</w:t>
      </w:r>
      <w:r>
        <w:rPr>
          <w:rFonts w:ascii="Arial" w:hAnsi="Arial" w:cs="Arial"/>
          <w:b/>
          <w:color w:val="000000"/>
          <w:sz w:val="28"/>
        </w:rPr>
        <w:t>________</w:t>
      </w:r>
      <w:r w:rsidRPr="00BD696A">
        <w:rPr>
          <w:rFonts w:ascii="Arial" w:hAnsi="Arial" w:cs="Arial"/>
          <w:b/>
          <w:color w:val="000000"/>
          <w:sz w:val="28"/>
        </w:rPr>
        <w:t xml:space="preserve">___  (course):  </w:t>
      </w:r>
    </w:p>
    <w:p w:rsidR="00C85FD3" w:rsidRPr="00BD696A" w:rsidRDefault="00C85FD3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C85FD3" w:rsidRPr="00BD696A">
        <w:tc>
          <w:tcPr>
            <w:tcW w:w="13248" w:type="dxa"/>
          </w:tcPr>
          <w:p w:rsidR="00C85FD3" w:rsidRDefault="00C85FD3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Type"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</w:t>
            </w:r>
          </w:p>
          <w:p w:rsidR="00C85FD3" w:rsidRPr="00BD696A" w:rsidRDefault="00C85FD3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 w:rsidRPr="00BD696A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C85FD3" w:rsidRPr="00BD696A" w:rsidRDefault="00C85FD3" w:rsidP="005F2A7D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C85FD3">
        <w:tc>
          <w:tcPr>
            <w:tcW w:w="13248" w:type="dxa"/>
          </w:tcPr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C85FD3" w:rsidRPr="00BD696A" w:rsidRDefault="00C85FD3" w:rsidP="005F2A7D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85FD3">
        <w:tc>
          <w:tcPr>
            <w:tcW w:w="13248" w:type="dxa"/>
          </w:tcPr>
          <w:p w:rsidR="00C85FD3" w:rsidRPr="00BD696A" w:rsidRDefault="00C85FD3" w:rsidP="005F2A7D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C85FD3" w:rsidRPr="00BD696A" w:rsidRDefault="00C85FD3" w:rsidP="005F2A7D">
            <w:pPr>
              <w:rPr>
                <w:rFonts w:ascii="Arial" w:hAnsi="Arial" w:cs="Arial"/>
              </w:rPr>
            </w:pPr>
          </w:p>
        </w:tc>
      </w:tr>
    </w:tbl>
    <w:p w:rsidR="00C85FD3" w:rsidRPr="004B2AE4" w:rsidRDefault="00C85FD3" w:rsidP="005F2A7D">
      <w:r>
        <w:t xml:space="preserve">Duplicate as needed.   </w:t>
      </w:r>
      <w:r>
        <w:tab/>
      </w:r>
      <w:r>
        <w:tab/>
      </w:r>
    </w:p>
    <w:p w:rsidR="00C85FD3" w:rsidRPr="004B2AE4" w:rsidRDefault="00C85FD3" w:rsidP="00BD696A"/>
    <w:sectPr w:rsidR="00C85FD3" w:rsidRPr="004B2AE4" w:rsidSect="00F87FBB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FD3" w:rsidRDefault="00C85FD3">
      <w:r>
        <w:separator/>
      </w:r>
    </w:p>
  </w:endnote>
  <w:endnote w:type="continuationSeparator" w:id="0">
    <w:p w:rsidR="00C85FD3" w:rsidRDefault="00C85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FD3" w:rsidRDefault="00C85FD3">
      <w:r>
        <w:separator/>
      </w:r>
    </w:p>
  </w:footnote>
  <w:footnote w:type="continuationSeparator" w:id="0">
    <w:p w:rsidR="00C85FD3" w:rsidRDefault="00C85F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989"/>
    <w:rsid w:val="00000FFE"/>
    <w:rsid w:val="00036A55"/>
    <w:rsid w:val="0004236B"/>
    <w:rsid w:val="000E1D41"/>
    <w:rsid w:val="00181721"/>
    <w:rsid w:val="001E4107"/>
    <w:rsid w:val="00203F33"/>
    <w:rsid w:val="0025011E"/>
    <w:rsid w:val="003072D3"/>
    <w:rsid w:val="00340815"/>
    <w:rsid w:val="00411A5F"/>
    <w:rsid w:val="0041660D"/>
    <w:rsid w:val="00425D1A"/>
    <w:rsid w:val="00497D62"/>
    <w:rsid w:val="004A12CC"/>
    <w:rsid w:val="004B2AE4"/>
    <w:rsid w:val="004E4CE8"/>
    <w:rsid w:val="005F2A7D"/>
    <w:rsid w:val="00683462"/>
    <w:rsid w:val="00684249"/>
    <w:rsid w:val="00693A6C"/>
    <w:rsid w:val="00865989"/>
    <w:rsid w:val="008F662D"/>
    <w:rsid w:val="00A766BB"/>
    <w:rsid w:val="00AF0D0F"/>
    <w:rsid w:val="00BC0A69"/>
    <w:rsid w:val="00BD696A"/>
    <w:rsid w:val="00BE1204"/>
    <w:rsid w:val="00C56339"/>
    <w:rsid w:val="00C85FD3"/>
    <w:rsid w:val="00CE518F"/>
    <w:rsid w:val="00D14EC6"/>
    <w:rsid w:val="00D90D02"/>
    <w:rsid w:val="00DE4DE7"/>
    <w:rsid w:val="00ED77E5"/>
    <w:rsid w:val="00F00D2E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D2E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C53909"/>
    <w:rPr>
      <w:rFonts w:asciiTheme="minorHAnsi" w:eastAsiaTheme="minorEastAsia" w:hAnsiTheme="minorHAnsi" w:cstheme="minorBidi"/>
      <w:b/>
      <w:bCs/>
    </w:rPr>
  </w:style>
  <w:style w:type="table" w:styleId="TableGrid">
    <w:name w:val="Table Grid"/>
    <w:basedOn w:val="TableNormal"/>
    <w:uiPriority w:val="99"/>
    <w:rsid w:val="004B2A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3909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D69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390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D69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390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97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90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4</Pages>
  <Words>474</Words>
  <Characters>2702</Characters>
  <Application>Microsoft Office Outlook</Application>
  <DocSecurity>0</DocSecurity>
  <Lines>0</Lines>
  <Paragraphs>0</Paragraphs>
  <ScaleCrop>false</ScaleCrop>
  <Company>VCSB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media_4941</cp:lastModifiedBy>
  <cp:revision>15</cp:revision>
  <cp:lastPrinted>2006-05-10T14:52:00Z</cp:lastPrinted>
  <dcterms:created xsi:type="dcterms:W3CDTF">2009-06-18T13:49:00Z</dcterms:created>
  <dcterms:modified xsi:type="dcterms:W3CDTF">2009-08-13T14:12:00Z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-380997744</vt:i4>
  </property>
  <property fmtid="{D5CDD505-2E9C-101B-9397-08002B2CF9AE}" pid="3" name="_EmailSubject">
    <vt:lpwstr/>
  </property>
  <property fmtid="{D5CDD505-2E9C-101B-9397-08002B2CF9AE}" pid="4" name="_AuthorEmail">
    <vt:lpwstr>rmrades@volusia.k12.fl.us</vt:lpwstr>
  </property>
  <property fmtid="{D5CDD505-2E9C-101B-9397-08002B2CF9AE}" pid="5" name="_AuthorEmailDisplayName">
    <vt:lpwstr>Rades, Renee M.</vt:lpwstr>
  </property>
  <property fmtid="{D5CDD505-2E9C-101B-9397-08002B2CF9AE}" pid="6" name="_ReviewingToolsShownOnce">
    <vt:lpwstr/>
  </property>
</Properties>
</file>